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FB14A7" w:rsidRDefault="004A5DD3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="00FB14A7" w:rsidRPr="00FB14A7">
        <w:rPr>
          <w:rFonts w:ascii="Arial" w:hAnsi="Arial" w:cs="Arial"/>
          <w:b/>
          <w:sz w:val="28"/>
        </w:rPr>
        <w:t xml:space="preserve"> « </w:t>
      </w:r>
      <w:proofErr w:type="spellStart"/>
      <w:r>
        <w:rPr>
          <w:rFonts w:ascii="Arial" w:hAnsi="Arial" w:cs="Arial"/>
          <w:b/>
          <w:sz w:val="28"/>
        </w:rPr>
        <w:t>Messungen</w:t>
      </w:r>
      <w:proofErr w:type="spellEnd"/>
      <w:r w:rsidR="00FB14A7" w:rsidRPr="00FB14A7">
        <w:rPr>
          <w:rFonts w:ascii="Arial" w:hAnsi="Arial" w:cs="Arial"/>
          <w:b/>
          <w:sz w:val="28"/>
        </w:rPr>
        <w:t> »</w:t>
      </w:r>
    </w:p>
    <w:p w:rsidR="00FB14A7" w:rsidRDefault="004A5DD3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 w:rsidR="00FB14A7"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3945" cy="2156460"/>
                  <wp:effectExtent l="0" t="0" r="1905" b="0"/>
                  <wp:docPr id="1" name="Image 1" descr="F:\DOSSIERS CPC EPS AVRIL 2013\MHM\2017\IMAGES\mesures\thermometer-2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MHM\2017\IMAGES\mesures\thermometer-2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3945" cy="2156460"/>
                  <wp:effectExtent l="0" t="0" r="1905" b="0"/>
                  <wp:docPr id="8" name="Image 8" descr="F:\DOSSIERS CPC EPS AVRIL 2013\MHM\2017\IMAGES\mesures\thermometer-2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DOSSIERS CPC EPS AVRIL 2013\MHM\2017\IMAGES\mesures\thermometer-2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4A7" w:rsidRPr="004A5DD3" w:rsidTr="00FB14A7">
        <w:tc>
          <w:tcPr>
            <w:tcW w:w="3780" w:type="dxa"/>
            <w:vAlign w:val="center"/>
          </w:tcPr>
          <w:p w:rsidR="00FB14A7" w:rsidRPr="004A5DD3" w:rsidRDefault="004A5DD3" w:rsidP="00FB14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Temperatur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="00FB14A7"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4A5DD3">
              <w:rPr>
                <w:rFonts w:ascii="Arial" w:hAnsi="Arial" w:cs="Arial"/>
                <w:sz w:val="26"/>
                <w:szCs w:val="26"/>
              </w:rPr>
              <w:t>…</w:t>
            </w:r>
            <w:r w:rsidR="00FB14A7" w:rsidRPr="004A5DD3">
              <w:rPr>
                <w:rFonts w:ascii="Arial" w:hAnsi="Arial" w:cs="Arial"/>
                <w:sz w:val="26"/>
                <w:szCs w:val="26"/>
              </w:rPr>
              <w:t>… °C.</w:t>
            </w:r>
          </w:p>
        </w:tc>
        <w:tc>
          <w:tcPr>
            <w:tcW w:w="3781" w:type="dxa"/>
            <w:vAlign w:val="center"/>
          </w:tcPr>
          <w:p w:rsidR="00FB14A7" w:rsidRPr="004A5DD3" w:rsidRDefault="004A5DD3" w:rsidP="00FB14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Temperatur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 °C.</w:t>
            </w:r>
          </w:p>
        </w:tc>
      </w:tr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268855" cy="2156460"/>
                  <wp:effectExtent l="0" t="0" r="0" b="0"/>
                  <wp:docPr id="9" name="Image 9" descr="F:\changés\VERRE MESUREU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changés\VERRE MESUREU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268855" cy="2156460"/>
                  <wp:effectExtent l="0" t="0" r="0" b="0"/>
                  <wp:docPr id="13" name="Image 13" descr="F:\changés\VERRE MESUREU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changés\VERRE MESUREU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4A7" w:rsidRPr="004A5DD3" w:rsidTr="00FB14A7">
        <w:tc>
          <w:tcPr>
            <w:tcW w:w="3780" w:type="dxa"/>
          </w:tcPr>
          <w:p w:rsidR="00FB14A7" w:rsidRPr="004A5DD3" w:rsidRDefault="004A5DD3" w:rsidP="00FB14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sind</w:t>
            </w:r>
            <w:proofErr w:type="spellEnd"/>
            <w:r w:rsidR="00FB14A7"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4A5DD3">
              <w:rPr>
                <w:rFonts w:ascii="Arial" w:hAnsi="Arial" w:cs="Arial"/>
                <w:sz w:val="26"/>
                <w:szCs w:val="26"/>
              </w:rPr>
              <w:t>……</w:t>
            </w:r>
            <w:r w:rsidR="00FB14A7" w:rsidRPr="004A5DD3">
              <w:rPr>
                <w:rFonts w:ascii="Arial" w:hAnsi="Arial" w:cs="Arial"/>
                <w:sz w:val="26"/>
                <w:szCs w:val="26"/>
              </w:rPr>
              <w:t xml:space="preserve">. </w:t>
            </w:r>
            <w:proofErr w:type="gramStart"/>
            <w:r w:rsidR="00FB14A7" w:rsidRPr="004A5DD3">
              <w:rPr>
                <w:rFonts w:ascii="Arial" w:hAnsi="Arial" w:cs="Arial"/>
                <w:sz w:val="26"/>
                <w:szCs w:val="26"/>
              </w:rPr>
              <w:t>ml</w:t>
            </w:r>
            <w:proofErr w:type="gramEnd"/>
            <w:r w:rsidR="00FB14A7"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Wasser</w:t>
            </w:r>
            <w:proofErr w:type="spellEnd"/>
            <w:r w:rsidR="00FB14A7" w:rsidRPr="004A5DD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781" w:type="dxa"/>
          </w:tcPr>
          <w:p w:rsidR="00FB14A7" w:rsidRPr="004A5DD3" w:rsidRDefault="004A5DD3" w:rsidP="00FB14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sind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……. </w:t>
            </w:r>
            <w:proofErr w:type="gramStart"/>
            <w:r w:rsidRPr="004A5DD3">
              <w:rPr>
                <w:rFonts w:ascii="Arial" w:hAnsi="Arial" w:cs="Arial"/>
                <w:sz w:val="26"/>
                <w:szCs w:val="26"/>
              </w:rPr>
              <w:t>ml</w:t>
            </w:r>
            <w:proofErr w:type="gram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Wasser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FB14A7" w:rsidRDefault="00FB14A7">
      <w:pPr>
        <w:rPr>
          <w:rFonts w:ascii="Arial" w:hAnsi="Arial" w:cs="Arial"/>
          <w:sz w:val="28"/>
        </w:rPr>
      </w:pPr>
    </w:p>
    <w:p w:rsidR="004A5DD3" w:rsidRPr="00FB14A7" w:rsidRDefault="004A5DD3" w:rsidP="004A5DD3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Arbeitsblatt</w:t>
      </w:r>
      <w:proofErr w:type="spellEnd"/>
      <w:r w:rsidRPr="00FB14A7">
        <w:rPr>
          <w:rFonts w:ascii="Arial" w:hAnsi="Arial" w:cs="Arial"/>
          <w:b/>
          <w:sz w:val="28"/>
        </w:rPr>
        <w:t xml:space="preserve"> « </w:t>
      </w:r>
      <w:proofErr w:type="spellStart"/>
      <w:r>
        <w:rPr>
          <w:rFonts w:ascii="Arial" w:hAnsi="Arial" w:cs="Arial"/>
          <w:b/>
          <w:sz w:val="28"/>
        </w:rPr>
        <w:t>Messungen</w:t>
      </w:r>
      <w:proofErr w:type="spellEnd"/>
      <w:r w:rsidRPr="00FB14A7">
        <w:rPr>
          <w:rFonts w:ascii="Arial" w:hAnsi="Arial" w:cs="Arial"/>
          <w:b/>
          <w:sz w:val="28"/>
        </w:rPr>
        <w:t> »</w:t>
      </w:r>
    </w:p>
    <w:p w:rsidR="004A5DD3" w:rsidRDefault="004A5DD3" w:rsidP="004A5DD3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Ergänze</w:t>
      </w:r>
      <w:proofErr w:type="spellEnd"/>
      <w:r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4A5DD3" w:rsidTr="005E2F53">
        <w:tc>
          <w:tcPr>
            <w:tcW w:w="3780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583A64A" wp14:editId="568F51AD">
                  <wp:extent cx="1083945" cy="2156460"/>
                  <wp:effectExtent l="0" t="0" r="1905" b="0"/>
                  <wp:docPr id="6" name="Image 6" descr="F:\DOSSIERS CPC EPS AVRIL 2013\MHM\2017\IMAGES\mesures\thermometer-2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MHM\2017\IMAGES\mesures\thermometer-2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33D5029" wp14:editId="72390776">
                  <wp:extent cx="1083945" cy="2156460"/>
                  <wp:effectExtent l="0" t="0" r="1905" b="0"/>
                  <wp:docPr id="7" name="Image 7" descr="F:\DOSSIERS CPC EPS AVRIL 2013\MHM\2017\IMAGES\mesures\thermometer-2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DOSSIERS CPC EPS AVRIL 2013\MHM\2017\IMAGES\mesures\thermometer-2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DD3" w:rsidRPr="004A5DD3" w:rsidTr="005E2F53">
        <w:tc>
          <w:tcPr>
            <w:tcW w:w="3780" w:type="dxa"/>
            <w:vAlign w:val="center"/>
          </w:tcPr>
          <w:p w:rsidR="004A5DD3" w:rsidRPr="004A5DD3" w:rsidRDefault="004A5DD3" w:rsidP="005E2F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Temperatur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 °C.</w:t>
            </w:r>
          </w:p>
        </w:tc>
        <w:tc>
          <w:tcPr>
            <w:tcW w:w="3781" w:type="dxa"/>
            <w:vAlign w:val="center"/>
          </w:tcPr>
          <w:p w:rsidR="004A5DD3" w:rsidRPr="004A5DD3" w:rsidRDefault="004A5DD3" w:rsidP="005E2F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Temperatur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 °C.</w:t>
            </w:r>
          </w:p>
        </w:tc>
      </w:tr>
      <w:tr w:rsidR="004A5DD3" w:rsidTr="005E2F53">
        <w:tc>
          <w:tcPr>
            <w:tcW w:w="3780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81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4A5DD3" w:rsidTr="005E2F53">
        <w:tc>
          <w:tcPr>
            <w:tcW w:w="3780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0E04084" wp14:editId="0617CB2B">
                  <wp:extent cx="2268855" cy="2156460"/>
                  <wp:effectExtent l="0" t="0" r="0" b="0"/>
                  <wp:docPr id="10" name="Image 10" descr="F:\changés\VERRE MESUREU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changés\VERRE MESUREU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4A5DD3" w:rsidRDefault="004A5DD3" w:rsidP="005E2F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9D9E179" wp14:editId="16ABC948">
                  <wp:extent cx="2268855" cy="2156460"/>
                  <wp:effectExtent l="0" t="0" r="0" b="0"/>
                  <wp:docPr id="11" name="Image 11" descr="F:\changés\VERRE MESUREU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changés\VERRE MESUREU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DD3" w:rsidRPr="004A5DD3" w:rsidTr="005E2F53">
        <w:tc>
          <w:tcPr>
            <w:tcW w:w="3780" w:type="dxa"/>
          </w:tcPr>
          <w:p w:rsidR="004A5DD3" w:rsidRPr="004A5DD3" w:rsidRDefault="004A5DD3" w:rsidP="005E2F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sind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……. </w:t>
            </w:r>
            <w:proofErr w:type="gramStart"/>
            <w:r w:rsidRPr="004A5DD3">
              <w:rPr>
                <w:rFonts w:ascii="Arial" w:hAnsi="Arial" w:cs="Arial"/>
                <w:sz w:val="26"/>
                <w:szCs w:val="26"/>
              </w:rPr>
              <w:t>ml</w:t>
            </w:r>
            <w:proofErr w:type="gram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Wasser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781" w:type="dxa"/>
          </w:tcPr>
          <w:p w:rsidR="004A5DD3" w:rsidRPr="004A5DD3" w:rsidRDefault="004A5DD3" w:rsidP="005E2F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A5DD3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sind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 xml:space="preserve"> ……. </w:t>
            </w:r>
            <w:proofErr w:type="gramStart"/>
            <w:r w:rsidRPr="004A5DD3">
              <w:rPr>
                <w:rFonts w:ascii="Arial" w:hAnsi="Arial" w:cs="Arial"/>
                <w:sz w:val="26"/>
                <w:szCs w:val="26"/>
              </w:rPr>
              <w:t>ml</w:t>
            </w:r>
            <w:proofErr w:type="gramEnd"/>
            <w:r w:rsidRPr="004A5DD3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A5DD3">
              <w:rPr>
                <w:rFonts w:ascii="Arial" w:hAnsi="Arial" w:cs="Arial"/>
                <w:sz w:val="26"/>
                <w:szCs w:val="26"/>
              </w:rPr>
              <w:t>Wasser</w:t>
            </w:r>
            <w:proofErr w:type="spellEnd"/>
            <w:r w:rsidRPr="004A5DD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4A5DD3" w:rsidRDefault="004A5DD3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4A5DD3" w:rsidSect="00FB14A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4A7"/>
    <w:rsid w:val="001A0F93"/>
    <w:rsid w:val="001D645B"/>
    <w:rsid w:val="004A5DD3"/>
    <w:rsid w:val="005175A3"/>
    <w:rsid w:val="005F7238"/>
    <w:rsid w:val="007E024D"/>
    <w:rsid w:val="00FB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DA6B"/>
  <w15:chartTrackingRefBased/>
  <w15:docId w15:val="{B3F68F87-7FDD-42F7-96A0-6CB315F8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1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2019-08-12T09:54:00Z</dcterms:created>
  <dcterms:modified xsi:type="dcterms:W3CDTF">2019-08-12T09:54:00Z</dcterms:modified>
</cp:coreProperties>
</file>